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1F1A71">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01" w:rsidRDefault="00BA2E01">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01" w:rsidRDefault="00BA2E01">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01" w:rsidRDefault="00BA2E01">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A2E01" w:rsidP="00B012A1">
    <w:pPr>
      <w:pStyle w:val="Capalera"/>
      <w:ind w:hanging="142"/>
      <w:rPr>
        <w:noProof/>
      </w:rPr>
    </w:pPr>
    <w:r>
      <w:rPr>
        <w:noProof/>
      </w:rPr>
      <w:drawing>
        <wp:inline distT="0" distB="0" distL="0" distR="0">
          <wp:extent cx="2200275" cy="495300"/>
          <wp:effectExtent l="0" t="0" r="0" b="0"/>
          <wp:docPr id="2" name="Imatge 2" descr="C:\Users\25420974v\AppData\Local\Microsoft\Windows\INetCache\Content.MSO\5DAC1EA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5DAC1EA3.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95300"/>
                  </a:xfrm>
                  <a:prstGeom prst="rect">
                    <a:avLst/>
                  </a:prstGeom>
                  <a:noFill/>
                  <a:ln>
                    <a:noFill/>
                  </a:ln>
                </pic:spPr>
              </pic:pic>
            </a:graphicData>
          </a:graphic>
        </wp:inline>
      </w:drawing>
    </w:r>
    <w:bookmarkStart w:id="0" w:name="_GoBack"/>
    <w:bookmarkEnd w:id="0"/>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01" w:rsidRDefault="00BA2E01">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E01"/>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492ACD44977F4AA0D5023AB3B7DA07" ma:contentTypeVersion="18" ma:contentTypeDescription="Crea un document nou" ma:contentTypeScope="" ma:versionID="95ee553ecd389b6892859a02eff9c154">
  <xsd:schema xmlns:xsd="http://www.w3.org/2001/XMLSchema" xmlns:xs="http://www.w3.org/2001/XMLSchema" xmlns:p="http://schemas.microsoft.com/office/2006/metadata/properties" xmlns:ns2="bd83cfd1-3bf2-4c70-9be5-d0ba651c4e10" xmlns:ns3="3704d646-4453-4338-8222-3e9da865be9b" targetNamespace="http://schemas.microsoft.com/office/2006/metadata/properties" ma:root="true" ma:fieldsID="93a22eba5c49548a90f0fa8f3a8ddcef" ns2:_="" ns3:_="">
    <xsd:import namespace="bd83cfd1-3bf2-4c70-9be5-d0ba651c4e10"/>
    <xsd:import namespace="3704d646-4453-4338-8222-3e9da865be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observacionsCAD" minOccurs="0"/>
                <xsd:element ref="ns2:MediaServiceDateTaken" minOccurs="0"/>
                <xsd:element ref="ns2:MediaServiceOCR" minOccurs="0"/>
                <xsd:element ref="ns2:MediaServiceGenerationTime" minOccurs="0"/>
                <xsd:element ref="ns2:MediaServiceEventHashCode" minOccurs="0"/>
                <xsd:element ref="ns2:observacionsHV" minOccurs="0"/>
                <xsd:element ref="ns2:ESTAT"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3cfd1-3bf2-4c70-9be5-d0ba651c4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observacionsCAD" ma:index="14" nillable="true" ma:displayName="observacions CAD" ma:format="Dropdown" ma:internalName="observacionsCAD">
      <xsd:simpleType>
        <xsd:restriction base="dms:Text">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observacionsHV" ma:index="20" nillable="true" ma:displayName="observacions HV" ma:format="Dropdown" ma:internalName="observacionsHV">
      <xsd:simpleType>
        <xsd:restriction base="dms:Text">
          <xsd:maxLength value="255"/>
        </xsd:restriction>
      </xsd:simpleType>
    </xsd:element>
    <xsd:element name="ESTAT" ma:index="21" nillable="true" ma:displayName="ESTAT" ma:format="Dropdown" ma:internalName="ESTAT">
      <xsd:simpleType>
        <xsd:restriction base="dms:Text">
          <xsd:maxLength value="255"/>
        </xsd:restriction>
      </xsd:simpleType>
    </xsd:element>
    <xsd:element name="_ApprovalAssignedTo" ma:index="22" nillable="true" ma:displayName="Examinado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Respost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Creador de l'aprovació"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Estat d'aprovació"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04d646-4453-4338-8222-3e9da865be9b"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sHV xmlns="bd83cfd1-3bf2-4c70-9be5-d0ba651c4e10" xsi:nil="true"/>
    <observacionsCAD xmlns="bd83cfd1-3bf2-4c70-9be5-d0ba651c4e10" xsi:nil="true"/>
    <ESTAT xmlns="bd83cfd1-3bf2-4c70-9be5-d0ba651c4e10" xsi:nil="true"/>
    <_ApprovalAssignedTo xmlns="bd83cfd1-3bf2-4c70-9be5-d0ba651c4e10">
      <UserInfo>
        <DisplayName/>
        <AccountId xsi:nil="true"/>
        <AccountType/>
      </UserInfo>
    </_ApprovalAssignedTo>
    <_ApprovalRespondedBy xmlns="bd83cfd1-3bf2-4c70-9be5-d0ba651c4e10">
      <UserInfo>
        <DisplayName/>
        <AccountId xsi:nil="true"/>
        <AccountType/>
      </UserInfo>
    </_ApprovalRespondedBy>
    <_ApprovalStatus xmlns="bd83cfd1-3bf2-4c70-9be5-d0ba651c4e10">0</_Approval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0B1F9-9C57-4EE9-A00A-6CC8D37A1DA9}"/>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AABCB54-805C-4EFE-9E28-518C8538B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manuela Gonzalez Martinez</cp:lastModifiedBy>
  <cp:revision>5</cp:revision>
  <cp:lastPrinted>2018-08-27T11:31:00Z</cp:lastPrinted>
  <dcterms:created xsi:type="dcterms:W3CDTF">2024-01-19T13:44:00Z</dcterms:created>
  <dcterms:modified xsi:type="dcterms:W3CDTF">2025-05-06T10:07:00Z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0x01010097492ACD44977F4AA0D5023AB3B7DA07</vt:lpwstr>
  </property>
</Properties>
</file>